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9420A" w14:textId="408D5098" w:rsidR="00D252BB" w:rsidRDefault="00D252BB" w:rsidP="00D252BB">
      <w:pPr>
        <w:pStyle w:val="Brezrazmikov"/>
      </w:pPr>
      <w:r>
        <w:t>Kamnik, 5. 2. 2025</w:t>
      </w:r>
    </w:p>
    <w:p w14:paraId="371CFFCA" w14:textId="092561E5" w:rsidR="00964488" w:rsidRPr="00DD15A4" w:rsidRDefault="00DD15A4" w:rsidP="00DD15A4">
      <w:pPr>
        <w:pStyle w:val="Naslov2"/>
        <w:rPr>
          <w:rFonts w:asciiTheme="minorHAnsi" w:hAnsiTheme="minorHAnsi" w:cstheme="minorHAnsi"/>
        </w:rPr>
      </w:pPr>
      <w:r w:rsidRPr="00DD15A4">
        <w:rPr>
          <w:rFonts w:asciiTheme="minorHAnsi" w:hAnsiTheme="minorHAnsi" w:cstheme="minorHAnsi"/>
        </w:rPr>
        <w:t>Javni natečaj za oblikovanje grafike nad glavnim vhodom v Dom kulture Kamnik</w:t>
      </w:r>
    </w:p>
    <w:p w14:paraId="271D7D97" w14:textId="77777777" w:rsidR="00DD15A4" w:rsidRDefault="00DD15A4" w:rsidP="00DD15A4">
      <w:pPr>
        <w:rPr>
          <w:sz w:val="22"/>
          <w:szCs w:val="22"/>
          <w:lang w:val="sl-SI"/>
        </w:rPr>
      </w:pPr>
    </w:p>
    <w:p w14:paraId="022E9F3E" w14:textId="77777777" w:rsidR="00D252BB" w:rsidRDefault="00D252BB" w:rsidP="00DD15A4">
      <w:pPr>
        <w:rPr>
          <w:sz w:val="22"/>
          <w:szCs w:val="22"/>
          <w:lang w:val="sl-SI"/>
        </w:rPr>
      </w:pPr>
    </w:p>
    <w:p w14:paraId="20215035" w14:textId="41EDBE90" w:rsidR="00BB543C" w:rsidRPr="00FC0974" w:rsidRDefault="00BB543C" w:rsidP="00BB543C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 xml:space="preserve">OBRAZEC 1 – PODATKI O </w:t>
      </w:r>
      <w:r w:rsidR="00DD15A4">
        <w:rPr>
          <w:b/>
          <w:bCs/>
          <w:lang w:val="sl-SI"/>
        </w:rPr>
        <w:t>PRIJAVITELJU</w:t>
      </w:r>
    </w:p>
    <w:p w14:paraId="390EC7E9" w14:textId="77777777" w:rsidR="00BB543C" w:rsidRDefault="00BB543C" w:rsidP="00BB543C">
      <w:pPr>
        <w:rPr>
          <w:lang w:val="sl-SI"/>
        </w:rPr>
      </w:pPr>
    </w:p>
    <w:p w14:paraId="07181A80" w14:textId="24A53B59" w:rsidR="00BB543C" w:rsidRDefault="00BB543C" w:rsidP="00BB543C">
      <w:pPr>
        <w:rPr>
          <w:lang w:val="sl-SI"/>
        </w:rPr>
      </w:pPr>
      <w:r>
        <w:rPr>
          <w:lang w:val="sl-SI"/>
        </w:rPr>
        <w:t xml:space="preserve">Podatki o </w:t>
      </w:r>
      <w:r w:rsidR="00DD15A4">
        <w:rPr>
          <w:lang w:val="sl-SI"/>
        </w:rPr>
        <w:t>prijavitelju</w:t>
      </w:r>
    </w:p>
    <w:p w14:paraId="42BD66B5" w14:textId="77777777" w:rsidR="00BB543C" w:rsidRDefault="00BB543C" w:rsidP="00BB543C">
      <w:pPr>
        <w:rPr>
          <w:lang w:val="sl-SI"/>
        </w:rPr>
      </w:pPr>
    </w:p>
    <w:tbl>
      <w:tblPr>
        <w:tblStyle w:val="Tabelamrea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BB543C" w14:paraId="350F8240" w14:textId="77777777" w:rsidTr="004F7E98">
        <w:tc>
          <w:tcPr>
            <w:tcW w:w="2830" w:type="dxa"/>
          </w:tcPr>
          <w:p w14:paraId="771A0F28" w14:textId="32F453B9" w:rsidR="00BB543C" w:rsidRDefault="00DD15A4" w:rsidP="004F7E98">
            <w:pPr>
              <w:rPr>
                <w:lang w:val="sl-SI"/>
              </w:rPr>
            </w:pPr>
            <w:r>
              <w:rPr>
                <w:lang w:val="sl-SI"/>
              </w:rPr>
              <w:t>Ime in priimek</w:t>
            </w:r>
          </w:p>
        </w:tc>
        <w:tc>
          <w:tcPr>
            <w:tcW w:w="6232" w:type="dxa"/>
          </w:tcPr>
          <w:p w14:paraId="3DC476D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DD15A4" w14:paraId="41A9355A" w14:textId="77777777" w:rsidTr="004F7E98">
        <w:tc>
          <w:tcPr>
            <w:tcW w:w="2830" w:type="dxa"/>
          </w:tcPr>
          <w:p w14:paraId="3FE23257" w14:textId="241D48A1" w:rsidR="00DD15A4" w:rsidRDefault="00DD15A4" w:rsidP="004F7E98">
            <w:pPr>
              <w:rPr>
                <w:lang w:val="sl-SI"/>
              </w:rPr>
            </w:pPr>
            <w:r>
              <w:rPr>
                <w:lang w:val="sl-SI"/>
              </w:rPr>
              <w:t>Polni naziv</w:t>
            </w:r>
            <w:r>
              <w:rPr>
                <w:lang w:val="sl-SI"/>
              </w:rPr>
              <w:br/>
            </w:r>
            <w:r w:rsidRPr="00DD15A4">
              <w:rPr>
                <w:sz w:val="20"/>
                <w:szCs w:val="20"/>
                <w:lang w:val="sl-SI"/>
              </w:rPr>
              <w:t>(v primeru samozaposlenih</w:t>
            </w:r>
            <w:r>
              <w:rPr>
                <w:sz w:val="20"/>
                <w:szCs w:val="20"/>
                <w:lang w:val="sl-SI"/>
              </w:rPr>
              <w:t xml:space="preserve"> ali drugih pravnih oblik</w:t>
            </w:r>
            <w:r w:rsidRPr="00DD15A4">
              <w:rPr>
                <w:sz w:val="20"/>
                <w:szCs w:val="20"/>
                <w:lang w:val="sl-SI"/>
              </w:rPr>
              <w:t>)</w:t>
            </w:r>
          </w:p>
        </w:tc>
        <w:tc>
          <w:tcPr>
            <w:tcW w:w="6232" w:type="dxa"/>
          </w:tcPr>
          <w:p w14:paraId="63B213A9" w14:textId="77777777" w:rsidR="00DD15A4" w:rsidRDefault="00DD15A4" w:rsidP="004F7E98">
            <w:pPr>
              <w:rPr>
                <w:lang w:val="sl-SI"/>
              </w:rPr>
            </w:pPr>
          </w:p>
        </w:tc>
      </w:tr>
      <w:tr w:rsidR="00BB543C" w14:paraId="12FD527B" w14:textId="77777777" w:rsidTr="004F7E98">
        <w:tc>
          <w:tcPr>
            <w:tcW w:w="2830" w:type="dxa"/>
          </w:tcPr>
          <w:p w14:paraId="2F04A5EC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Poštni naslov</w:t>
            </w:r>
          </w:p>
        </w:tc>
        <w:tc>
          <w:tcPr>
            <w:tcW w:w="6232" w:type="dxa"/>
          </w:tcPr>
          <w:p w14:paraId="605E0BF3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6F6534C0" w14:textId="77777777" w:rsidTr="004F7E98">
        <w:tc>
          <w:tcPr>
            <w:tcW w:w="2830" w:type="dxa"/>
          </w:tcPr>
          <w:p w14:paraId="1B51ED10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Telefon</w:t>
            </w:r>
          </w:p>
        </w:tc>
        <w:tc>
          <w:tcPr>
            <w:tcW w:w="6232" w:type="dxa"/>
          </w:tcPr>
          <w:p w14:paraId="3100310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234AD5D7" w14:textId="77777777" w:rsidTr="004F7E98">
        <w:tc>
          <w:tcPr>
            <w:tcW w:w="2830" w:type="dxa"/>
          </w:tcPr>
          <w:p w14:paraId="18A5A2D6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Elektronska pošta</w:t>
            </w:r>
          </w:p>
        </w:tc>
        <w:tc>
          <w:tcPr>
            <w:tcW w:w="6232" w:type="dxa"/>
          </w:tcPr>
          <w:p w14:paraId="2564B39A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7B1B0136" w14:textId="77777777" w:rsidTr="004F7E98">
        <w:tc>
          <w:tcPr>
            <w:tcW w:w="2830" w:type="dxa"/>
          </w:tcPr>
          <w:p w14:paraId="3A63236F" w14:textId="3A5B8A9C" w:rsidR="00BB543C" w:rsidRDefault="00DD15A4" w:rsidP="004F7E98">
            <w:pPr>
              <w:rPr>
                <w:lang w:val="sl-SI"/>
              </w:rPr>
            </w:pPr>
            <w:r>
              <w:rPr>
                <w:lang w:val="sl-SI"/>
              </w:rPr>
              <w:t>Davčna številka</w:t>
            </w:r>
          </w:p>
        </w:tc>
        <w:tc>
          <w:tcPr>
            <w:tcW w:w="6232" w:type="dxa"/>
          </w:tcPr>
          <w:p w14:paraId="085334BE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5B4E647A" w14:textId="77777777" w:rsidTr="004F7E98">
        <w:tc>
          <w:tcPr>
            <w:tcW w:w="2830" w:type="dxa"/>
          </w:tcPr>
          <w:p w14:paraId="560A6A8E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Št. transakcijskega računa</w:t>
            </w:r>
          </w:p>
        </w:tc>
        <w:tc>
          <w:tcPr>
            <w:tcW w:w="6232" w:type="dxa"/>
          </w:tcPr>
          <w:p w14:paraId="68A69FD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3A1833FA" w14:textId="77777777" w:rsidTr="004F7E98">
        <w:tc>
          <w:tcPr>
            <w:tcW w:w="2830" w:type="dxa"/>
          </w:tcPr>
          <w:p w14:paraId="69717BB4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Odprt pri banki</w:t>
            </w:r>
          </w:p>
        </w:tc>
        <w:tc>
          <w:tcPr>
            <w:tcW w:w="6232" w:type="dxa"/>
          </w:tcPr>
          <w:p w14:paraId="41A38AFF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DD15A4" w14:paraId="04726A0C" w14:textId="77777777" w:rsidTr="004F7E98">
        <w:tc>
          <w:tcPr>
            <w:tcW w:w="2830" w:type="dxa"/>
          </w:tcPr>
          <w:p w14:paraId="3E894600" w14:textId="17EE9FDC" w:rsidR="00DD15A4" w:rsidRDefault="00DD15A4" w:rsidP="004F7E98">
            <w:pPr>
              <w:rPr>
                <w:lang w:val="sl-SI"/>
              </w:rPr>
            </w:pPr>
            <w:r>
              <w:rPr>
                <w:lang w:val="sl-SI"/>
              </w:rPr>
              <w:t>Status v primeru izbora</w:t>
            </w:r>
            <w:r>
              <w:rPr>
                <w:lang w:val="sl-SI"/>
              </w:rPr>
              <w:br/>
            </w:r>
            <w:r w:rsidRPr="00DD15A4">
              <w:rPr>
                <w:sz w:val="20"/>
                <w:szCs w:val="20"/>
                <w:lang w:val="sl-SI"/>
              </w:rPr>
              <w:t>(označi)</w:t>
            </w:r>
          </w:p>
        </w:tc>
        <w:tc>
          <w:tcPr>
            <w:tcW w:w="6232" w:type="dxa"/>
          </w:tcPr>
          <w:p w14:paraId="56788C58" w14:textId="3AC17C18" w:rsidR="00DD15A4" w:rsidRDefault="00DD15A4" w:rsidP="00DD15A4">
            <w:pPr>
              <w:pStyle w:val="Odstavekseznama"/>
              <w:numPr>
                <w:ilvl w:val="0"/>
                <w:numId w:val="3"/>
              </w:numPr>
              <w:rPr>
                <w:lang w:val="sl-SI"/>
              </w:rPr>
            </w:pPr>
            <w:r>
              <w:rPr>
                <w:lang w:val="sl-SI"/>
              </w:rPr>
              <w:t>Študentski status</w:t>
            </w:r>
            <w:r>
              <w:rPr>
                <w:lang w:val="sl-SI"/>
              </w:rPr>
              <w:br/>
            </w:r>
            <w:r w:rsidRPr="00DD15A4">
              <w:rPr>
                <w:sz w:val="20"/>
                <w:szCs w:val="20"/>
                <w:lang w:val="sl-SI"/>
              </w:rPr>
              <w:t>(izplačilo preko študentske napotnice)</w:t>
            </w:r>
          </w:p>
          <w:p w14:paraId="13E41904" w14:textId="2BC27378" w:rsidR="00DD15A4" w:rsidRDefault="00DD15A4" w:rsidP="00DD15A4">
            <w:pPr>
              <w:pStyle w:val="Odstavekseznama"/>
              <w:numPr>
                <w:ilvl w:val="0"/>
                <w:numId w:val="3"/>
              </w:numPr>
              <w:rPr>
                <w:lang w:val="sl-SI"/>
              </w:rPr>
            </w:pPr>
            <w:r>
              <w:rPr>
                <w:lang w:val="sl-SI"/>
              </w:rPr>
              <w:t>Samozaposlen</w:t>
            </w:r>
            <w:r>
              <w:rPr>
                <w:lang w:val="sl-SI"/>
              </w:rPr>
              <w:br/>
            </w:r>
            <w:r w:rsidRPr="00DD15A4">
              <w:rPr>
                <w:sz w:val="20"/>
                <w:szCs w:val="20"/>
                <w:lang w:val="sl-SI"/>
              </w:rPr>
              <w:t>(izdaja e-računa)</w:t>
            </w:r>
          </w:p>
          <w:p w14:paraId="6D0E4E0B" w14:textId="5DD498C3" w:rsidR="00DD15A4" w:rsidRDefault="00DD15A4" w:rsidP="00DD15A4">
            <w:pPr>
              <w:pStyle w:val="Odstavekseznama"/>
              <w:numPr>
                <w:ilvl w:val="0"/>
                <w:numId w:val="3"/>
              </w:numPr>
              <w:rPr>
                <w:lang w:val="sl-SI"/>
              </w:rPr>
            </w:pPr>
            <w:r>
              <w:rPr>
                <w:lang w:val="sl-SI"/>
              </w:rPr>
              <w:t>Druga pravna oblika</w:t>
            </w:r>
            <w:r>
              <w:rPr>
                <w:lang w:val="sl-SI"/>
              </w:rPr>
              <w:br/>
            </w:r>
            <w:r w:rsidRPr="00DD15A4">
              <w:rPr>
                <w:sz w:val="20"/>
                <w:szCs w:val="20"/>
                <w:lang w:val="sl-SI"/>
              </w:rPr>
              <w:t>(izdaja e-računa)</w:t>
            </w:r>
          </w:p>
          <w:p w14:paraId="334F4E0F" w14:textId="3FF54655" w:rsidR="00DD15A4" w:rsidRPr="00DD15A4" w:rsidRDefault="00DD15A4" w:rsidP="00DD15A4">
            <w:pPr>
              <w:pStyle w:val="Odstavekseznama"/>
              <w:numPr>
                <w:ilvl w:val="0"/>
                <w:numId w:val="3"/>
              </w:numPr>
              <w:rPr>
                <w:lang w:val="sl-SI"/>
              </w:rPr>
            </w:pPr>
            <w:r>
              <w:rPr>
                <w:lang w:val="sl-SI"/>
              </w:rPr>
              <w:t>Drugo</w:t>
            </w:r>
            <w:r>
              <w:rPr>
                <w:lang w:val="sl-SI"/>
              </w:rPr>
              <w:br/>
            </w:r>
            <w:r w:rsidRPr="00DD15A4">
              <w:rPr>
                <w:sz w:val="20"/>
                <w:szCs w:val="20"/>
                <w:lang w:val="sl-SI"/>
              </w:rPr>
              <w:t>(avtorska pogodba)</w:t>
            </w:r>
          </w:p>
        </w:tc>
      </w:tr>
      <w:tr w:rsidR="00106E4A" w14:paraId="4E4D34C7" w14:textId="77777777" w:rsidTr="00824246">
        <w:tc>
          <w:tcPr>
            <w:tcW w:w="9062" w:type="dxa"/>
            <w:gridSpan w:val="2"/>
          </w:tcPr>
          <w:p w14:paraId="51875A38" w14:textId="3389E206" w:rsidR="00B81CAD" w:rsidRPr="00B81CAD" w:rsidRDefault="00B81CAD" w:rsidP="00106E4A">
            <w:pPr>
              <w:rPr>
                <w:b/>
                <w:bCs/>
                <w:lang w:val="sl-SI"/>
              </w:rPr>
            </w:pPr>
            <w:r w:rsidRPr="00B81CAD">
              <w:rPr>
                <w:b/>
                <w:bCs/>
                <w:lang w:val="sl-SI"/>
              </w:rPr>
              <w:t>IZJAVA:</w:t>
            </w:r>
          </w:p>
          <w:p w14:paraId="15C554A7" w14:textId="15CF6CA3" w:rsidR="00106E4A" w:rsidRPr="00106E4A" w:rsidRDefault="00106E4A" w:rsidP="00106E4A">
            <w:pPr>
              <w:rPr>
                <w:lang w:val="sl-SI"/>
              </w:rPr>
            </w:pPr>
            <w:r>
              <w:rPr>
                <w:lang w:val="sl-SI"/>
              </w:rPr>
              <w:t>Spodaj podpisani prijavitelj izjavljam, da sem avtor grafične podobe</w:t>
            </w:r>
            <w:r w:rsidR="00B81CAD">
              <w:rPr>
                <w:lang w:val="sl-SI"/>
              </w:rPr>
              <w:t xml:space="preserve"> oz. imam urejene avtorsko pravne in materialne obveznosti do drugih avtorjev, da sem prebral in se strinjam z vsemi pogoji natečaja.</w:t>
            </w:r>
          </w:p>
        </w:tc>
      </w:tr>
      <w:tr w:rsidR="00106E4A" w14:paraId="602B7640" w14:textId="77777777" w:rsidTr="00B81CAD">
        <w:trPr>
          <w:trHeight w:val="716"/>
        </w:trPr>
        <w:tc>
          <w:tcPr>
            <w:tcW w:w="2830" w:type="dxa"/>
          </w:tcPr>
          <w:p w14:paraId="0E7830FC" w14:textId="42C328DE" w:rsidR="00106E4A" w:rsidRDefault="00106E4A" w:rsidP="004F7E98">
            <w:pPr>
              <w:rPr>
                <w:lang w:val="sl-SI"/>
              </w:rPr>
            </w:pPr>
            <w:r>
              <w:rPr>
                <w:lang w:val="sl-SI"/>
              </w:rPr>
              <w:t>Podpis</w:t>
            </w:r>
          </w:p>
        </w:tc>
        <w:tc>
          <w:tcPr>
            <w:tcW w:w="6232" w:type="dxa"/>
          </w:tcPr>
          <w:p w14:paraId="33FBDBC9" w14:textId="77777777" w:rsidR="00106E4A" w:rsidRPr="00106E4A" w:rsidRDefault="00106E4A" w:rsidP="00106E4A">
            <w:pPr>
              <w:rPr>
                <w:lang w:val="sl-SI"/>
              </w:rPr>
            </w:pPr>
          </w:p>
        </w:tc>
      </w:tr>
    </w:tbl>
    <w:p w14:paraId="4D8EC168" w14:textId="77777777" w:rsidR="00BB543C" w:rsidRDefault="00BB543C" w:rsidP="00BB543C">
      <w:pPr>
        <w:rPr>
          <w:lang w:val="sl-SI"/>
        </w:rPr>
      </w:pPr>
    </w:p>
    <w:p w14:paraId="11465B9F" w14:textId="77777777" w:rsidR="00BB543C" w:rsidRDefault="00BB543C" w:rsidP="00BB543C">
      <w:pPr>
        <w:rPr>
          <w:lang w:val="sl-SI"/>
        </w:rPr>
      </w:pPr>
    </w:p>
    <w:p w14:paraId="0E66EBD4" w14:textId="77777777" w:rsidR="00F314DB" w:rsidRPr="005D5F36" w:rsidRDefault="00F314DB" w:rsidP="00BB543C">
      <w:pPr>
        <w:rPr>
          <w:lang w:val="sl-SI"/>
        </w:rPr>
      </w:pPr>
    </w:p>
    <w:sectPr w:rsidR="00F314DB" w:rsidRPr="005D5F36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5043"/>
    <w:multiLevelType w:val="hybridMultilevel"/>
    <w:tmpl w:val="A6D82F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38795">
    <w:abstractNumId w:val="2"/>
  </w:num>
  <w:num w:numId="2" w16cid:durableId="1993098405">
    <w:abstractNumId w:val="1"/>
  </w:num>
  <w:num w:numId="3" w16cid:durableId="198549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106E4A"/>
    <w:rsid w:val="001372C3"/>
    <w:rsid w:val="001F7B91"/>
    <w:rsid w:val="002B38B9"/>
    <w:rsid w:val="00312C54"/>
    <w:rsid w:val="0037653F"/>
    <w:rsid w:val="003A1DE9"/>
    <w:rsid w:val="003C5591"/>
    <w:rsid w:val="005D5F36"/>
    <w:rsid w:val="005F6FD3"/>
    <w:rsid w:val="00630543"/>
    <w:rsid w:val="00644041"/>
    <w:rsid w:val="00796FB7"/>
    <w:rsid w:val="007C360A"/>
    <w:rsid w:val="00846F06"/>
    <w:rsid w:val="00964488"/>
    <w:rsid w:val="009F2FD5"/>
    <w:rsid w:val="00A268E2"/>
    <w:rsid w:val="00AA0542"/>
    <w:rsid w:val="00AE1BA2"/>
    <w:rsid w:val="00B245EC"/>
    <w:rsid w:val="00B81CAD"/>
    <w:rsid w:val="00BB543C"/>
    <w:rsid w:val="00CF3FE6"/>
    <w:rsid w:val="00D252BB"/>
    <w:rsid w:val="00DD15A4"/>
    <w:rsid w:val="00E03133"/>
    <w:rsid w:val="00EF1A94"/>
    <w:rsid w:val="00F314DB"/>
    <w:rsid w:val="00F6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  <w:style w:type="paragraph" w:styleId="Brezrazmikov">
    <w:name w:val="No Spacing"/>
    <w:uiPriority w:val="1"/>
    <w:qFormat/>
    <w:rsid w:val="00D252BB"/>
    <w:pPr>
      <w:spacing w:after="0" w:line="240" w:lineRule="auto"/>
    </w:pPr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39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16</cp:revision>
  <dcterms:created xsi:type="dcterms:W3CDTF">2021-11-05T07:01:00Z</dcterms:created>
  <dcterms:modified xsi:type="dcterms:W3CDTF">2025-02-05T07:19:00Z</dcterms:modified>
</cp:coreProperties>
</file>