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536F5" w14:textId="77777777" w:rsidR="00DA3F7E" w:rsidRPr="00DA3F7E" w:rsidRDefault="00DA3F7E" w:rsidP="00DA3F7E">
      <w:pPr>
        <w:rPr>
          <w:sz w:val="22"/>
          <w:szCs w:val="22"/>
          <w:lang w:val="sl-SI"/>
        </w:rPr>
      </w:pPr>
      <w:r w:rsidRPr="00DA3F7E">
        <w:rPr>
          <w:sz w:val="22"/>
          <w:szCs w:val="22"/>
          <w:lang w:val="sl-SI"/>
        </w:rPr>
        <w:t>JZKK-EN-DKK2025/1</w:t>
      </w:r>
    </w:p>
    <w:p w14:paraId="4820C4F8" w14:textId="77777777" w:rsidR="00BB543C" w:rsidRDefault="00BB543C" w:rsidP="00BB543C">
      <w:pPr>
        <w:rPr>
          <w:sz w:val="22"/>
          <w:szCs w:val="22"/>
          <w:lang w:val="sl-SI"/>
        </w:rPr>
      </w:pPr>
    </w:p>
    <w:p w14:paraId="0A16AB9F" w14:textId="77777777" w:rsidR="000F65BB" w:rsidRPr="00FC0974" w:rsidRDefault="000F65BB" w:rsidP="000F65BB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>OBRAZEC</w:t>
      </w:r>
      <w:r>
        <w:rPr>
          <w:b/>
          <w:bCs/>
          <w:lang w:val="sl-SI"/>
        </w:rPr>
        <w:t xml:space="preserve"> 2 </w:t>
      </w:r>
      <w:r w:rsidRPr="00FC0974">
        <w:rPr>
          <w:b/>
          <w:bCs/>
          <w:lang w:val="sl-SI"/>
        </w:rPr>
        <w:t>–</w:t>
      </w:r>
      <w:r>
        <w:rPr>
          <w:b/>
          <w:bCs/>
          <w:lang w:val="sl-SI"/>
        </w:rPr>
        <w:t xml:space="preserve"> PONUDBA</w:t>
      </w:r>
    </w:p>
    <w:p w14:paraId="22C2ADA8" w14:textId="77777777" w:rsidR="000F65BB" w:rsidRDefault="000F65BB" w:rsidP="000F65BB">
      <w:pPr>
        <w:rPr>
          <w:lang w:val="sl-SI"/>
        </w:rPr>
      </w:pPr>
    </w:p>
    <w:p w14:paraId="218CD708" w14:textId="42AAADA0" w:rsidR="000F65BB" w:rsidRDefault="000F65BB" w:rsidP="000F65BB">
      <w:pPr>
        <w:rPr>
          <w:lang w:val="sl-SI"/>
        </w:rPr>
      </w:pPr>
      <w:r w:rsidRPr="00CE26F9">
        <w:rPr>
          <w:b/>
          <w:bCs/>
          <w:lang w:val="sl-SI"/>
        </w:rPr>
        <w:t>Predmet naročila:</w:t>
      </w:r>
      <w:r>
        <w:rPr>
          <w:lang w:val="sl-SI"/>
        </w:rPr>
        <w:t xml:space="preserve"> </w:t>
      </w:r>
      <w:r w:rsidR="00DA3F7E">
        <w:rPr>
          <w:lang w:val="sl-SI"/>
        </w:rPr>
        <w:t>Dobava projekcijske</w:t>
      </w:r>
      <w:r w:rsidR="001B2F3C">
        <w:rPr>
          <w:lang w:val="sl-SI"/>
        </w:rPr>
        <w:t xml:space="preserve"> opreme za Dom kulture Kamnik</w:t>
      </w:r>
    </w:p>
    <w:p w14:paraId="33220EF2" w14:textId="77777777" w:rsidR="000F65BB" w:rsidRPr="009D4E6E" w:rsidRDefault="000F65BB" w:rsidP="000F65BB">
      <w:pPr>
        <w:rPr>
          <w:sz w:val="18"/>
          <w:szCs w:val="18"/>
          <w:lang w:val="sl-SI"/>
        </w:rPr>
      </w:pPr>
    </w:p>
    <w:p w14:paraId="3CA426DE" w14:textId="6E34570D" w:rsidR="000F65BB" w:rsidRDefault="000F65BB" w:rsidP="000F65BB">
      <w:pPr>
        <w:rPr>
          <w:lang w:val="sl-SI"/>
        </w:rPr>
      </w:pPr>
      <w:r w:rsidRPr="00CE26F9">
        <w:rPr>
          <w:b/>
          <w:bCs/>
          <w:lang w:val="sl-SI"/>
        </w:rPr>
        <w:t>Naročnik</w:t>
      </w:r>
      <w:r>
        <w:rPr>
          <w:lang w:val="sl-SI"/>
        </w:rPr>
        <w:t>: Javni zavod za kulturo Kamnik, Polčeva pot 10, 1241 Kamnik</w:t>
      </w:r>
    </w:p>
    <w:p w14:paraId="0073DB09" w14:textId="1DAED5B5" w:rsidR="000F65BB" w:rsidRDefault="000F65BB" w:rsidP="000F65BB">
      <w:pPr>
        <w:rPr>
          <w:sz w:val="18"/>
          <w:szCs w:val="18"/>
          <w:lang w:val="sl-SI"/>
        </w:rPr>
      </w:pPr>
    </w:p>
    <w:p w14:paraId="574932CE" w14:textId="77777777" w:rsidR="00887944" w:rsidRPr="009D4E6E" w:rsidRDefault="00887944" w:rsidP="000F65BB">
      <w:pPr>
        <w:rPr>
          <w:sz w:val="18"/>
          <w:szCs w:val="18"/>
          <w:lang w:val="sl-SI"/>
        </w:rPr>
      </w:pPr>
    </w:p>
    <w:p w14:paraId="77A68736" w14:textId="77777777" w:rsidR="000F65BB" w:rsidRDefault="000F65BB" w:rsidP="000F65BB">
      <w:pPr>
        <w:rPr>
          <w:lang w:val="sl-SI"/>
        </w:rPr>
      </w:pPr>
      <w:r w:rsidRPr="00CE26F9">
        <w:rPr>
          <w:b/>
          <w:bCs/>
          <w:lang w:val="sl-SI"/>
        </w:rPr>
        <w:t>Ponudnik:</w:t>
      </w:r>
      <w:r>
        <w:rPr>
          <w:lang w:val="sl-SI"/>
        </w:rPr>
        <w:t xml:space="preserve"> ___________________________________________________________________________</w:t>
      </w:r>
      <w:r>
        <w:rPr>
          <w:lang w:val="sl-SI"/>
        </w:rPr>
        <w:br/>
      </w:r>
      <w:r w:rsidRPr="009D4E6E">
        <w:rPr>
          <w:sz w:val="14"/>
          <w:szCs w:val="14"/>
          <w:lang w:val="sl-SI"/>
        </w:rPr>
        <w:br/>
      </w:r>
      <w:r>
        <w:rPr>
          <w:lang w:val="sl-SI"/>
        </w:rPr>
        <w:t xml:space="preserve">_________________________________________________________  </w:t>
      </w:r>
      <w:r w:rsidRPr="00CE26F9">
        <w:rPr>
          <w:sz w:val="18"/>
          <w:szCs w:val="18"/>
          <w:lang w:val="sl-SI"/>
        </w:rPr>
        <w:t>(polni naziv in poštni naslov)</w:t>
      </w:r>
    </w:p>
    <w:p w14:paraId="4A9E237F" w14:textId="77777777" w:rsidR="000F65BB" w:rsidRDefault="000F65BB" w:rsidP="000F65BB">
      <w:pPr>
        <w:rPr>
          <w:lang w:val="sl-SI"/>
        </w:rPr>
      </w:pPr>
    </w:p>
    <w:p w14:paraId="2FC48E56" w14:textId="57BB0304" w:rsidR="000F65BB" w:rsidRDefault="000F65BB" w:rsidP="000F65BB">
      <w:pPr>
        <w:rPr>
          <w:sz w:val="18"/>
          <w:szCs w:val="18"/>
          <w:lang w:val="sl-SI"/>
        </w:rPr>
      </w:pPr>
    </w:p>
    <w:p w14:paraId="3C6F8785" w14:textId="77777777" w:rsidR="00887944" w:rsidRPr="009D4E6E" w:rsidRDefault="00887944" w:rsidP="000F65BB">
      <w:pPr>
        <w:rPr>
          <w:sz w:val="18"/>
          <w:szCs w:val="18"/>
          <w:lang w:val="sl-SI"/>
        </w:rPr>
      </w:pPr>
    </w:p>
    <w:tbl>
      <w:tblPr>
        <w:tblStyle w:val="Tabelamre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82"/>
        <w:gridCol w:w="1843"/>
        <w:gridCol w:w="1842"/>
      </w:tblGrid>
      <w:tr w:rsidR="001B2F3C" w:rsidRPr="009D4E6E" w14:paraId="41E80FBC" w14:textId="77777777" w:rsidTr="00887944">
        <w:tc>
          <w:tcPr>
            <w:tcW w:w="5382" w:type="dxa"/>
            <w:shd w:val="clear" w:color="auto" w:fill="D9D9D9" w:themeFill="background1" w:themeFillShade="D9"/>
          </w:tcPr>
          <w:p w14:paraId="229552DC" w14:textId="77777777" w:rsidR="001B2F3C" w:rsidRPr="009D4E6E" w:rsidRDefault="001B2F3C" w:rsidP="001B2F3C">
            <w:pPr>
              <w:rPr>
                <w:b/>
                <w:bCs/>
                <w:sz w:val="22"/>
                <w:szCs w:val="22"/>
                <w:lang w:val="sl-SI"/>
              </w:rPr>
            </w:pPr>
            <w:r w:rsidRPr="009D4E6E">
              <w:rPr>
                <w:b/>
                <w:bCs/>
                <w:sz w:val="22"/>
                <w:szCs w:val="22"/>
                <w:lang w:val="sl-SI"/>
              </w:rPr>
              <w:t>Ponudbena cena za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5987EB0" w14:textId="263EE51B" w:rsidR="001B2F3C" w:rsidRPr="009D4E6E" w:rsidRDefault="00887944" w:rsidP="001B2F3C">
            <w:pPr>
              <w:rPr>
                <w:b/>
                <w:bCs/>
                <w:sz w:val="22"/>
                <w:szCs w:val="22"/>
                <w:lang w:val="sl-SI"/>
              </w:rPr>
            </w:pPr>
            <w:r>
              <w:rPr>
                <w:b/>
                <w:bCs/>
                <w:sz w:val="22"/>
                <w:szCs w:val="22"/>
                <w:lang w:val="sl-SI"/>
              </w:rPr>
              <w:t>Količina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86A5268" w14:textId="7A005B6B" w:rsidR="001B2F3C" w:rsidRPr="009D4E6E" w:rsidRDefault="00887944" w:rsidP="001B2F3C">
            <w:pPr>
              <w:rPr>
                <w:b/>
                <w:bCs/>
                <w:sz w:val="22"/>
                <w:szCs w:val="22"/>
                <w:lang w:val="sl-SI"/>
              </w:rPr>
            </w:pPr>
            <w:r>
              <w:rPr>
                <w:b/>
                <w:bCs/>
                <w:sz w:val="22"/>
                <w:szCs w:val="22"/>
                <w:lang w:val="sl-SI"/>
              </w:rPr>
              <w:t>Skupni z</w:t>
            </w:r>
            <w:r w:rsidR="001B2F3C" w:rsidRPr="009D4E6E">
              <w:rPr>
                <w:b/>
                <w:bCs/>
                <w:sz w:val="22"/>
                <w:szCs w:val="22"/>
                <w:lang w:val="sl-SI"/>
              </w:rPr>
              <w:t>nesek brez DDV v EUR</w:t>
            </w:r>
          </w:p>
        </w:tc>
      </w:tr>
      <w:tr w:rsidR="00371326" w:rsidRPr="009D4E6E" w14:paraId="7AE0F718" w14:textId="77777777" w:rsidTr="002C6DB9">
        <w:tc>
          <w:tcPr>
            <w:tcW w:w="5382" w:type="dxa"/>
          </w:tcPr>
          <w:p w14:paraId="41D70F6C" w14:textId="639A3F61" w:rsidR="00371326" w:rsidRPr="00371326" w:rsidRDefault="00371326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 xml:space="preserve">1: </w:t>
            </w:r>
            <w:r w:rsidR="00DA3F7E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Projektor</w:t>
            </w:r>
          </w:p>
          <w:p w14:paraId="72777F5E" w14:textId="77777777" w:rsidR="00371326" w:rsidRDefault="00371326" w:rsidP="002C6DB9">
            <w:pPr>
              <w:rPr>
                <w:sz w:val="22"/>
                <w:szCs w:val="22"/>
                <w:lang w:val="sl-SI"/>
              </w:rPr>
            </w:pPr>
          </w:p>
          <w:p w14:paraId="6D5E30E2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51863221" w14:textId="1B6172C9" w:rsidR="00371326" w:rsidRPr="009D4E6E" w:rsidRDefault="00DA3F7E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1</w:t>
            </w:r>
            <w:r w:rsidR="00371326">
              <w:rPr>
                <w:sz w:val="22"/>
                <w:szCs w:val="22"/>
                <w:lang w:val="sl-SI"/>
              </w:rPr>
              <w:t xml:space="preserve"> kos</w:t>
            </w:r>
          </w:p>
        </w:tc>
        <w:tc>
          <w:tcPr>
            <w:tcW w:w="1842" w:type="dxa"/>
          </w:tcPr>
          <w:p w14:paraId="243E08B6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155777F0" w14:textId="77777777" w:rsidTr="00E86523">
        <w:tc>
          <w:tcPr>
            <w:tcW w:w="5382" w:type="dxa"/>
          </w:tcPr>
          <w:p w14:paraId="2FC680B8" w14:textId="12A61827" w:rsidR="00887944" w:rsidRPr="00371326" w:rsidRDefault="00371326" w:rsidP="00E865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>2</w:t>
            </w:r>
            <w:r w:rsidR="00887944">
              <w:rPr>
                <w:sz w:val="22"/>
                <w:szCs w:val="22"/>
                <w:lang w:val="sl-SI"/>
              </w:rPr>
              <w:t xml:space="preserve">: </w:t>
            </w:r>
            <w:r w:rsidR="00DA3F7E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Leča 1</w:t>
            </w:r>
          </w:p>
          <w:p w14:paraId="6D44DEBE" w14:textId="77777777" w:rsidR="00887944" w:rsidRDefault="00887944" w:rsidP="00E86523">
            <w:pPr>
              <w:rPr>
                <w:sz w:val="22"/>
                <w:szCs w:val="22"/>
                <w:lang w:val="sl-SI"/>
              </w:rPr>
            </w:pPr>
          </w:p>
          <w:p w14:paraId="06221F4E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6617A59C" w14:textId="18A1CB4A" w:rsidR="00887944" w:rsidRPr="009D4E6E" w:rsidRDefault="00DA3F7E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1</w:t>
            </w:r>
            <w:r w:rsidR="00887944">
              <w:rPr>
                <w:sz w:val="22"/>
                <w:szCs w:val="22"/>
                <w:lang w:val="sl-SI"/>
              </w:rPr>
              <w:t xml:space="preserve"> kos</w:t>
            </w:r>
          </w:p>
        </w:tc>
        <w:tc>
          <w:tcPr>
            <w:tcW w:w="1842" w:type="dxa"/>
          </w:tcPr>
          <w:p w14:paraId="34394D4E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</w:p>
        </w:tc>
      </w:tr>
      <w:tr w:rsidR="00DA3F7E" w:rsidRPr="009D4E6E" w14:paraId="79241FBA" w14:textId="77777777" w:rsidTr="00115B30">
        <w:tc>
          <w:tcPr>
            <w:tcW w:w="5382" w:type="dxa"/>
          </w:tcPr>
          <w:p w14:paraId="0A374844" w14:textId="77777777" w:rsidR="00DA3F7E" w:rsidRPr="00887944" w:rsidRDefault="00DA3F7E" w:rsidP="00115B3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 xml:space="preserve">3: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Leča 2</w:t>
            </w:r>
          </w:p>
          <w:p w14:paraId="05DC0C7C" w14:textId="77777777" w:rsidR="00DA3F7E" w:rsidRDefault="00DA3F7E" w:rsidP="00115B30">
            <w:pPr>
              <w:rPr>
                <w:sz w:val="22"/>
                <w:szCs w:val="22"/>
                <w:lang w:val="sl-SI"/>
              </w:rPr>
            </w:pPr>
          </w:p>
          <w:p w14:paraId="65D791DD" w14:textId="77777777" w:rsidR="00DA3F7E" w:rsidRPr="009D4E6E" w:rsidRDefault="00DA3F7E" w:rsidP="00115B30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1A03BA8E" w14:textId="77777777" w:rsidR="00DA3F7E" w:rsidRPr="009D4E6E" w:rsidRDefault="00DA3F7E" w:rsidP="00115B30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1 kos</w:t>
            </w:r>
          </w:p>
        </w:tc>
        <w:tc>
          <w:tcPr>
            <w:tcW w:w="1842" w:type="dxa"/>
          </w:tcPr>
          <w:p w14:paraId="1C18A950" w14:textId="77777777" w:rsidR="00DA3F7E" w:rsidRPr="009D4E6E" w:rsidRDefault="00DA3F7E" w:rsidP="00115B30">
            <w:pPr>
              <w:rPr>
                <w:sz w:val="22"/>
                <w:szCs w:val="22"/>
                <w:lang w:val="sl-SI"/>
              </w:rPr>
            </w:pPr>
          </w:p>
        </w:tc>
      </w:tr>
      <w:tr w:rsidR="00371326" w:rsidRPr="009D4E6E" w14:paraId="6F385588" w14:textId="77777777" w:rsidTr="002C6DB9">
        <w:tc>
          <w:tcPr>
            <w:tcW w:w="5382" w:type="dxa"/>
          </w:tcPr>
          <w:p w14:paraId="2AFFD20E" w14:textId="24DC9358" w:rsidR="00371326" w:rsidRPr="00887944" w:rsidRDefault="00DA3F7E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>4</w:t>
            </w:r>
            <w:r w:rsidR="00371326">
              <w:rPr>
                <w:sz w:val="22"/>
                <w:szCs w:val="22"/>
                <w:lang w:val="sl-SI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Dostava in montaža</w:t>
            </w:r>
          </w:p>
          <w:p w14:paraId="2149D82A" w14:textId="77777777" w:rsidR="00371326" w:rsidRDefault="00371326" w:rsidP="002C6DB9">
            <w:pPr>
              <w:rPr>
                <w:sz w:val="22"/>
                <w:szCs w:val="22"/>
                <w:lang w:val="sl-SI"/>
              </w:rPr>
            </w:pPr>
          </w:p>
          <w:p w14:paraId="71571C7B" w14:textId="60E64524" w:rsidR="00DA3F7E" w:rsidRPr="009D4E6E" w:rsidRDefault="00DA3F7E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Vključuje vse stroške dostave in drobnega materiala za montažo projektorja.</w:t>
            </w:r>
          </w:p>
        </w:tc>
        <w:tc>
          <w:tcPr>
            <w:tcW w:w="1843" w:type="dxa"/>
          </w:tcPr>
          <w:p w14:paraId="35EC9199" w14:textId="2F2187FF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1 </w:t>
            </w:r>
            <w:proofErr w:type="spellStart"/>
            <w:r>
              <w:rPr>
                <w:sz w:val="22"/>
                <w:szCs w:val="22"/>
                <w:lang w:val="sl-SI"/>
              </w:rPr>
              <w:t>k</w:t>
            </w:r>
            <w:r w:rsidR="00DA3F7E">
              <w:rPr>
                <w:sz w:val="22"/>
                <w:szCs w:val="22"/>
                <w:lang w:val="sl-SI"/>
              </w:rPr>
              <w:t>pl</w:t>
            </w:r>
            <w:proofErr w:type="spellEnd"/>
          </w:p>
        </w:tc>
        <w:tc>
          <w:tcPr>
            <w:tcW w:w="1842" w:type="dxa"/>
          </w:tcPr>
          <w:p w14:paraId="4F9A583F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4F37F059" w14:textId="77777777" w:rsidTr="00887944">
        <w:tc>
          <w:tcPr>
            <w:tcW w:w="7225" w:type="dxa"/>
            <w:gridSpan w:val="2"/>
            <w:shd w:val="clear" w:color="auto" w:fill="D9D9D9" w:themeFill="background1" w:themeFillShade="D9"/>
          </w:tcPr>
          <w:p w14:paraId="0C053655" w14:textId="63F5F5FC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  <w:r w:rsidRPr="00887944">
              <w:rPr>
                <w:b/>
                <w:bCs/>
                <w:sz w:val="22"/>
                <w:szCs w:val="22"/>
                <w:lang w:val="sl-SI"/>
              </w:rPr>
              <w:t>SKUPAJ brez DDV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F021DA4" w14:textId="77777777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</w:p>
        </w:tc>
      </w:tr>
      <w:tr w:rsidR="00887944" w:rsidRPr="009D4E6E" w14:paraId="08B25814" w14:textId="77777777" w:rsidTr="00887944">
        <w:tc>
          <w:tcPr>
            <w:tcW w:w="7225" w:type="dxa"/>
            <w:gridSpan w:val="2"/>
            <w:shd w:val="clear" w:color="auto" w:fill="D9D9D9" w:themeFill="background1" w:themeFillShade="D9"/>
          </w:tcPr>
          <w:p w14:paraId="7B39C9D6" w14:textId="6DEAADD2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  <w:r w:rsidRPr="00887944">
              <w:rPr>
                <w:b/>
                <w:bCs/>
                <w:sz w:val="22"/>
                <w:szCs w:val="22"/>
                <w:lang w:val="sl-SI"/>
              </w:rPr>
              <w:t>SKUPAJ z vključenim DDV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30101E3" w14:textId="77777777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</w:p>
        </w:tc>
      </w:tr>
    </w:tbl>
    <w:p w14:paraId="3235E2D7" w14:textId="77777777" w:rsidR="000F65BB" w:rsidRDefault="000F65BB" w:rsidP="000F65BB">
      <w:pPr>
        <w:rPr>
          <w:lang w:val="sl-SI"/>
        </w:rPr>
      </w:pPr>
    </w:p>
    <w:p w14:paraId="23BA1752" w14:textId="09FFAC68" w:rsidR="000F65BB" w:rsidRDefault="000F65BB" w:rsidP="000F65BB">
      <w:pPr>
        <w:rPr>
          <w:sz w:val="22"/>
          <w:szCs w:val="22"/>
          <w:lang w:val="sl-SI"/>
        </w:rPr>
      </w:pPr>
    </w:p>
    <w:p w14:paraId="3085CF13" w14:textId="77777777" w:rsidR="00887944" w:rsidRPr="009D4E6E" w:rsidRDefault="00887944" w:rsidP="000F65BB">
      <w:pPr>
        <w:rPr>
          <w:sz w:val="22"/>
          <w:szCs w:val="22"/>
          <w:lang w:val="sl-SI"/>
        </w:rPr>
      </w:pPr>
    </w:p>
    <w:p w14:paraId="351D69CD" w14:textId="7CF74DAA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b/>
          <w:bCs/>
          <w:sz w:val="22"/>
          <w:szCs w:val="22"/>
          <w:lang w:val="sl-SI"/>
        </w:rPr>
        <w:t>Rok plačila:</w:t>
      </w:r>
      <w:r w:rsidRPr="009D4E6E">
        <w:rPr>
          <w:sz w:val="22"/>
          <w:szCs w:val="22"/>
          <w:lang w:val="sl-SI"/>
        </w:rPr>
        <w:t xml:space="preserve"> V ______ koledarskih dneh od dneva izdaje računa preko sistema UJP (najmanj 30 dni).</w:t>
      </w:r>
    </w:p>
    <w:p w14:paraId="44709C1D" w14:textId="77777777" w:rsidR="000F65BB" w:rsidRPr="009D4E6E" w:rsidRDefault="000F65BB" w:rsidP="000F65BB">
      <w:pPr>
        <w:rPr>
          <w:sz w:val="22"/>
          <w:szCs w:val="22"/>
          <w:lang w:val="sl-SI"/>
        </w:rPr>
      </w:pPr>
    </w:p>
    <w:p w14:paraId="2F21D8AE" w14:textId="366B7FEC" w:rsidR="000F65BB" w:rsidRDefault="000F65BB" w:rsidP="000F65BB">
      <w:pPr>
        <w:rPr>
          <w:sz w:val="22"/>
          <w:szCs w:val="22"/>
          <w:lang w:val="sl-SI"/>
        </w:rPr>
      </w:pPr>
      <w:r w:rsidRPr="009D4E6E">
        <w:rPr>
          <w:b/>
          <w:bCs/>
          <w:sz w:val="22"/>
          <w:szCs w:val="22"/>
          <w:lang w:val="sl-SI"/>
        </w:rPr>
        <w:t>Ponudba velja:</w:t>
      </w:r>
      <w:r w:rsidRPr="009D4E6E">
        <w:rPr>
          <w:sz w:val="22"/>
          <w:szCs w:val="22"/>
          <w:lang w:val="sl-SI"/>
        </w:rPr>
        <w:t xml:space="preserve"> ______ dni po roku za oddajo ponudb (najmanj 30 koledarskih dni)</w:t>
      </w:r>
      <w:r w:rsidR="0004474A">
        <w:rPr>
          <w:sz w:val="22"/>
          <w:szCs w:val="22"/>
          <w:lang w:val="sl-SI"/>
        </w:rPr>
        <w:t>.</w:t>
      </w:r>
    </w:p>
    <w:p w14:paraId="2760D599" w14:textId="77777777" w:rsidR="0004474A" w:rsidRDefault="0004474A" w:rsidP="000F65BB">
      <w:pPr>
        <w:rPr>
          <w:sz w:val="22"/>
          <w:szCs w:val="22"/>
          <w:lang w:val="sl-SI"/>
        </w:rPr>
      </w:pPr>
    </w:p>
    <w:p w14:paraId="14A1C5F3" w14:textId="6095EBED" w:rsidR="0004474A" w:rsidRPr="009D4E6E" w:rsidRDefault="0004474A" w:rsidP="000F65BB">
      <w:pPr>
        <w:rPr>
          <w:sz w:val="22"/>
          <w:szCs w:val="22"/>
          <w:lang w:val="sl-SI"/>
        </w:rPr>
      </w:pPr>
      <w:r w:rsidRPr="0004474A">
        <w:rPr>
          <w:b/>
          <w:bCs/>
          <w:sz w:val="22"/>
          <w:szCs w:val="22"/>
          <w:lang w:val="sl-SI"/>
        </w:rPr>
        <w:t>Rok dobave</w:t>
      </w:r>
      <w:r>
        <w:rPr>
          <w:sz w:val="22"/>
          <w:szCs w:val="22"/>
          <w:lang w:val="sl-SI"/>
        </w:rPr>
        <w:t xml:space="preserve">: V </w:t>
      </w:r>
      <w:r w:rsidRPr="009D4E6E">
        <w:rPr>
          <w:sz w:val="22"/>
          <w:szCs w:val="22"/>
          <w:lang w:val="sl-SI"/>
        </w:rPr>
        <w:t xml:space="preserve">______ koledarskih dneh </w:t>
      </w:r>
      <w:r>
        <w:rPr>
          <w:sz w:val="22"/>
          <w:szCs w:val="22"/>
          <w:lang w:val="sl-SI"/>
        </w:rPr>
        <w:t>po podpisu pogodbe. Najkasneje do 22. 4. 2025.</w:t>
      </w:r>
    </w:p>
    <w:p w14:paraId="4ED87B6E" w14:textId="2E2EEF90" w:rsidR="00B54FCB" w:rsidRDefault="00B54FCB" w:rsidP="000F65BB">
      <w:pPr>
        <w:rPr>
          <w:sz w:val="22"/>
          <w:szCs w:val="22"/>
          <w:lang w:val="sl-SI"/>
        </w:rPr>
      </w:pPr>
    </w:p>
    <w:p w14:paraId="59A94246" w14:textId="4D6064E6" w:rsidR="00887944" w:rsidRDefault="00887944" w:rsidP="000F65BB">
      <w:pPr>
        <w:rPr>
          <w:sz w:val="22"/>
          <w:szCs w:val="22"/>
          <w:lang w:val="sl-SI"/>
        </w:rPr>
      </w:pPr>
    </w:p>
    <w:p w14:paraId="060BB3DC" w14:textId="77777777" w:rsidR="00887944" w:rsidRPr="009D4E6E" w:rsidRDefault="00887944" w:rsidP="000F65BB">
      <w:pPr>
        <w:rPr>
          <w:sz w:val="22"/>
          <w:szCs w:val="22"/>
          <w:lang w:val="sl-SI"/>
        </w:rPr>
      </w:pPr>
    </w:p>
    <w:p w14:paraId="6551968E" w14:textId="77777777" w:rsidR="000F65BB" w:rsidRPr="009D4E6E" w:rsidRDefault="000F65BB" w:rsidP="000F65BB">
      <w:pPr>
        <w:rPr>
          <w:b/>
          <w:bCs/>
          <w:sz w:val="22"/>
          <w:szCs w:val="22"/>
          <w:lang w:val="sl-SI"/>
        </w:rPr>
      </w:pPr>
      <w:r w:rsidRPr="009D4E6E">
        <w:rPr>
          <w:b/>
          <w:bCs/>
          <w:sz w:val="22"/>
          <w:szCs w:val="22"/>
          <w:lang w:val="sl-SI"/>
        </w:rPr>
        <w:t>IZJAVE K PONUDBI:</w:t>
      </w:r>
    </w:p>
    <w:p w14:paraId="0609C412" w14:textId="17920448" w:rsidR="000F65BB" w:rsidRPr="001B2F3C" w:rsidRDefault="000F65BB" w:rsidP="001B2F3C">
      <w:pPr>
        <w:pStyle w:val="Odstavekseznama"/>
        <w:numPr>
          <w:ilvl w:val="0"/>
          <w:numId w:val="3"/>
        </w:numPr>
        <w:rPr>
          <w:sz w:val="22"/>
          <w:szCs w:val="22"/>
          <w:lang w:val="sl-SI"/>
        </w:rPr>
      </w:pPr>
      <w:r w:rsidRPr="001B2F3C">
        <w:rPr>
          <w:sz w:val="22"/>
          <w:szCs w:val="22"/>
          <w:lang w:val="sl-SI"/>
        </w:rPr>
        <w:t>Izjavljamo, da</w:t>
      </w:r>
      <w:r w:rsidR="001B2F3C" w:rsidRPr="001B2F3C">
        <w:rPr>
          <w:sz w:val="22"/>
          <w:szCs w:val="22"/>
          <w:lang w:val="sl-SI"/>
        </w:rPr>
        <w:t xml:space="preserve"> ponujena oprema dosega ali presega minimalne tehnične standarde </w:t>
      </w:r>
      <w:r w:rsidRPr="001B2F3C">
        <w:rPr>
          <w:sz w:val="22"/>
          <w:szCs w:val="22"/>
          <w:lang w:val="sl-SI"/>
        </w:rPr>
        <w:t xml:space="preserve">v skladu s specifikacijo naročila (Obrazec </w:t>
      </w:r>
      <w:r w:rsidR="002777B7">
        <w:rPr>
          <w:sz w:val="22"/>
          <w:szCs w:val="22"/>
          <w:lang w:val="sl-SI"/>
        </w:rPr>
        <w:t>3</w:t>
      </w:r>
      <w:r w:rsidRPr="001B2F3C">
        <w:rPr>
          <w:sz w:val="22"/>
          <w:szCs w:val="22"/>
          <w:lang w:val="sl-SI"/>
        </w:rPr>
        <w:t>).</w:t>
      </w:r>
    </w:p>
    <w:p w14:paraId="3FB38B08" w14:textId="4E8CB307" w:rsidR="000F65BB" w:rsidRPr="001B2F3C" w:rsidRDefault="000F65BB" w:rsidP="001B2F3C">
      <w:pPr>
        <w:pStyle w:val="Odstavekseznama"/>
        <w:numPr>
          <w:ilvl w:val="0"/>
          <w:numId w:val="3"/>
        </w:numPr>
        <w:rPr>
          <w:sz w:val="22"/>
          <w:szCs w:val="22"/>
          <w:lang w:val="sl-SI"/>
        </w:rPr>
      </w:pPr>
      <w:r w:rsidRPr="001B2F3C">
        <w:rPr>
          <w:sz w:val="22"/>
          <w:szCs w:val="22"/>
          <w:lang w:val="sl-SI"/>
        </w:rPr>
        <w:t>Izjavljamo, da smo seznanjeni z vsemi pogoji povabila in se z njimi v celoti strinjamo.</w:t>
      </w:r>
    </w:p>
    <w:p w14:paraId="65E976FD" w14:textId="77777777" w:rsidR="000F65BB" w:rsidRPr="009D4E6E" w:rsidRDefault="000F65BB" w:rsidP="000F65BB">
      <w:pPr>
        <w:rPr>
          <w:sz w:val="22"/>
          <w:szCs w:val="22"/>
          <w:lang w:val="sl-SI"/>
        </w:rPr>
      </w:pPr>
    </w:p>
    <w:p w14:paraId="4886B3E2" w14:textId="77777777" w:rsidR="000F65BB" w:rsidRPr="009D4E6E" w:rsidRDefault="000F65BB" w:rsidP="000F65BB">
      <w:pPr>
        <w:rPr>
          <w:sz w:val="22"/>
          <w:szCs w:val="22"/>
          <w:lang w:val="sl-SI"/>
        </w:rPr>
      </w:pPr>
    </w:p>
    <w:p w14:paraId="72AFB51F" w14:textId="77777777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sz w:val="22"/>
          <w:szCs w:val="22"/>
          <w:lang w:val="sl-SI"/>
        </w:rPr>
        <w:t xml:space="preserve">Kraj in datum: </w:t>
      </w:r>
      <w:r>
        <w:rPr>
          <w:sz w:val="22"/>
          <w:szCs w:val="22"/>
          <w:lang w:val="sl-SI"/>
        </w:rPr>
        <w:tab/>
      </w:r>
      <w:r w:rsidRPr="009D4E6E">
        <w:rPr>
          <w:sz w:val="22"/>
          <w:szCs w:val="22"/>
          <w:lang w:val="sl-SI"/>
        </w:rPr>
        <w:t>_____________________________________</w:t>
      </w:r>
    </w:p>
    <w:p w14:paraId="59C4662A" w14:textId="1865D5B6" w:rsidR="000F65BB" w:rsidRDefault="000F65BB" w:rsidP="000F65BB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br/>
      </w:r>
    </w:p>
    <w:p w14:paraId="15C45760" w14:textId="77777777" w:rsidR="00887944" w:rsidRPr="009D4E6E" w:rsidRDefault="00887944" w:rsidP="000F65BB">
      <w:pPr>
        <w:rPr>
          <w:sz w:val="22"/>
          <w:szCs w:val="22"/>
          <w:lang w:val="sl-SI"/>
        </w:rPr>
      </w:pPr>
    </w:p>
    <w:p w14:paraId="5E90357E" w14:textId="77777777" w:rsidR="000F65BB" w:rsidRDefault="000F65BB" w:rsidP="000F65BB">
      <w:pPr>
        <w:rPr>
          <w:sz w:val="18"/>
          <w:szCs w:val="18"/>
          <w:lang w:val="sl-SI"/>
        </w:rPr>
      </w:pPr>
      <w:r w:rsidRPr="009D4E6E">
        <w:rPr>
          <w:sz w:val="22"/>
          <w:szCs w:val="22"/>
          <w:lang w:val="sl-SI"/>
        </w:rPr>
        <w:t>Ponudnik:</w:t>
      </w:r>
      <w:r w:rsidRPr="009D4E6E">
        <w:rPr>
          <w:sz w:val="22"/>
          <w:szCs w:val="22"/>
          <w:lang w:val="sl-SI"/>
        </w:rPr>
        <w:tab/>
      </w:r>
      <w:r>
        <w:rPr>
          <w:lang w:val="sl-SI"/>
        </w:rPr>
        <w:t>______________________________________</w:t>
      </w:r>
      <w:r w:rsidRPr="00FC0974">
        <w:rPr>
          <w:sz w:val="18"/>
          <w:szCs w:val="18"/>
          <w:lang w:val="sl-SI"/>
        </w:rPr>
        <w:t xml:space="preserve"> (polni naziv)</w:t>
      </w:r>
    </w:p>
    <w:p w14:paraId="5D61139D" w14:textId="77777777" w:rsidR="000F65BB" w:rsidRDefault="000F65BB" w:rsidP="000F65BB">
      <w:pPr>
        <w:rPr>
          <w:lang w:val="sl-SI"/>
        </w:rPr>
      </w:pPr>
    </w:p>
    <w:p w14:paraId="703A5D00" w14:textId="77777777" w:rsidR="000F65BB" w:rsidRDefault="000F65BB" w:rsidP="000F65BB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(ime in priimek pooblaščene osebe)</w:t>
      </w:r>
    </w:p>
    <w:p w14:paraId="0A0EC995" w14:textId="77777777" w:rsidR="000F65BB" w:rsidRDefault="000F65BB" w:rsidP="000F65BB">
      <w:pPr>
        <w:rPr>
          <w:lang w:val="sl-SI"/>
        </w:rPr>
      </w:pPr>
    </w:p>
    <w:p w14:paraId="745800EA" w14:textId="77777777" w:rsidR="000F65BB" w:rsidRDefault="000F65BB" w:rsidP="000F65BB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(podpis)</w:t>
      </w:r>
    </w:p>
    <w:p w14:paraId="6F27FC27" w14:textId="77777777" w:rsidR="000F65BB" w:rsidRDefault="000F65BB" w:rsidP="000F65BB">
      <w:pPr>
        <w:rPr>
          <w:lang w:val="sl-SI"/>
        </w:rPr>
      </w:pPr>
    </w:p>
    <w:p w14:paraId="0E66EBD4" w14:textId="5C0E13E6" w:rsidR="00F314DB" w:rsidRPr="001B2F3C" w:rsidRDefault="000F65BB" w:rsidP="000F65BB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FC0974">
        <w:rPr>
          <w:sz w:val="18"/>
          <w:szCs w:val="18"/>
          <w:lang w:val="sl-SI"/>
        </w:rPr>
        <w:t>(žig)</w:t>
      </w:r>
    </w:p>
    <w:sectPr w:rsidR="00F314DB" w:rsidRPr="001B2F3C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501B6312"/>
    <w:multiLevelType w:val="hybridMultilevel"/>
    <w:tmpl w:val="09A8DEA6"/>
    <w:lvl w:ilvl="0" w:tplc="3AE602E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745897">
    <w:abstractNumId w:val="2"/>
  </w:num>
  <w:num w:numId="2" w16cid:durableId="600532652">
    <w:abstractNumId w:val="0"/>
  </w:num>
  <w:num w:numId="3" w16cid:durableId="73081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020115"/>
    <w:rsid w:val="0004474A"/>
    <w:rsid w:val="000F65BB"/>
    <w:rsid w:val="001B2F3C"/>
    <w:rsid w:val="001F7B91"/>
    <w:rsid w:val="002777B7"/>
    <w:rsid w:val="002B38B9"/>
    <w:rsid w:val="00312C54"/>
    <w:rsid w:val="00371326"/>
    <w:rsid w:val="0037653F"/>
    <w:rsid w:val="003A1DE9"/>
    <w:rsid w:val="005D5F36"/>
    <w:rsid w:val="005F6FD3"/>
    <w:rsid w:val="00630543"/>
    <w:rsid w:val="007C360A"/>
    <w:rsid w:val="00887944"/>
    <w:rsid w:val="009F2FD5"/>
    <w:rsid w:val="00A268E2"/>
    <w:rsid w:val="00A90F41"/>
    <w:rsid w:val="00AA0542"/>
    <w:rsid w:val="00B04555"/>
    <w:rsid w:val="00B245EC"/>
    <w:rsid w:val="00B54FCB"/>
    <w:rsid w:val="00BB543C"/>
    <w:rsid w:val="00D65242"/>
    <w:rsid w:val="00DA3F7E"/>
    <w:rsid w:val="00DD602E"/>
    <w:rsid w:val="00DE488A"/>
    <w:rsid w:val="00E0285E"/>
    <w:rsid w:val="00F314DB"/>
    <w:rsid w:val="00F6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44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18</cp:revision>
  <dcterms:created xsi:type="dcterms:W3CDTF">2021-11-05T07:01:00Z</dcterms:created>
  <dcterms:modified xsi:type="dcterms:W3CDTF">2025-01-31T12:49:00Z</dcterms:modified>
</cp:coreProperties>
</file>